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3356E515" w14:textId="55BA9B0A" w:rsidR="00864926" w:rsidRPr="00864926" w:rsidRDefault="00B7608B" w:rsidP="00864926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9C2255" w:rsidRPr="009C2255">
              <w:t>Taavi Umal</w:t>
            </w:r>
          </w:p>
          <w:p w14:paraId="279F28AD" w14:textId="77777777" w:rsidR="00864926" w:rsidRPr="00864926" w:rsidRDefault="00864926" w:rsidP="00864926">
            <w:pPr>
              <w:framePr w:w="9582" w:h="2155" w:wrap="notBeside" w:vAnchor="page" w:hAnchor="page" w:x="1702" w:y="3063"/>
              <w:rPr>
                <w:noProof/>
              </w:rPr>
            </w:pPr>
            <w:r w:rsidRPr="00864926">
              <w:rPr>
                <w:noProof/>
              </w:rPr>
              <w:t>Transpordiamet</w:t>
            </w:r>
          </w:p>
          <w:p w14:paraId="1FE84AB8" w14:textId="3601C789" w:rsidR="00864926" w:rsidRDefault="009F608F" w:rsidP="00864926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Lääne</w:t>
            </w:r>
            <w:r w:rsidR="009C2255">
              <w:rPr>
                <w:noProof/>
              </w:rPr>
              <w:t xml:space="preserve"> osakond</w:t>
            </w:r>
          </w:p>
          <w:p w14:paraId="14159C09" w14:textId="77777777" w:rsidR="009C2255" w:rsidRPr="00864926" w:rsidRDefault="009C2255" w:rsidP="00864926">
            <w:pPr>
              <w:framePr w:w="9582" w:h="2155" w:wrap="notBeside" w:vAnchor="page" w:hAnchor="page" w:x="1702" w:y="3063"/>
              <w:rPr>
                <w:noProof/>
              </w:rPr>
            </w:pPr>
          </w:p>
          <w:p w14:paraId="119C2CE4" w14:textId="610F0C41" w:rsidR="00E85637" w:rsidRDefault="009C2255" w:rsidP="009C2255">
            <w:pPr>
              <w:framePr w:w="9582" w:h="2155" w:wrap="notBeside" w:vAnchor="page" w:hAnchor="page" w:x="1702" w:y="3063"/>
            </w:pPr>
            <w:r w:rsidRPr="009C2255">
              <w:rPr>
                <w:noProof/>
              </w:rPr>
              <w:t>taavi.umal@transpordiamet.ee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0DC2B504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</w:t>
            </w:r>
            <w:r w:rsidR="009361CC">
              <w:rPr>
                <w:noProof/>
              </w:rPr>
              <w:t>4</w:t>
            </w:r>
            <w:r w:rsidR="009434EC">
              <w:rPr>
                <w:noProof/>
              </w:rPr>
              <w:t>/</w:t>
            </w:r>
            <w:r w:rsidR="009C2255">
              <w:rPr>
                <w:noProof/>
              </w:rPr>
              <w:t>1183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1011A" w14:textId="79D4C797" w:rsidR="00E85637" w:rsidRDefault="00864926" w:rsidP="00802507">
      <w:pPr>
        <w:pStyle w:val="Pealkiri1"/>
      </w:pPr>
      <w:r w:rsidRPr="0086492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Pr="00864926">
        <w:t>Lageraie kooskõlastamine tee kaitsevööndis</w:t>
      </w:r>
      <w:r w:rsidRPr="00864926"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2822402D" w14:textId="77777777" w:rsidR="00E85637" w:rsidRDefault="00E85637">
      <w:pPr>
        <w:sectPr w:rsidR="00E85637" w:rsidSect="005507F8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4504D44A" w14:textId="4B935ABE" w:rsidR="001D139F" w:rsidRDefault="001D139F"/>
    <w:p w14:paraId="655101D5" w14:textId="77777777" w:rsidR="001D139F" w:rsidRDefault="001D139F">
      <w:pPr>
        <w:sectPr w:rsidR="001D139F" w:rsidSect="005507F8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49F276FF" w14:textId="1C0FC8EF" w:rsidR="00864926" w:rsidRPr="00864926" w:rsidRDefault="00864926" w:rsidP="00864926">
      <w:pPr>
        <w:jc w:val="both"/>
        <w:rPr>
          <w:szCs w:val="24"/>
        </w:rPr>
      </w:pPr>
      <w:r w:rsidRPr="00864926">
        <w:rPr>
          <w:szCs w:val="24"/>
        </w:rPr>
        <w:t>Lähtuvalt Ehitusseadustiku § 72 lg 1 p 4 ja § 70 lg 3 palub RMK Edela regioon kooskõlastada riigimaantee kaitsevööndisse jääva lageraie</w:t>
      </w:r>
      <w:r w:rsidR="009C2255">
        <w:rPr>
          <w:szCs w:val="24"/>
        </w:rPr>
        <w:t>d</w:t>
      </w:r>
      <w:r w:rsidRPr="00864926">
        <w:rPr>
          <w:szCs w:val="24"/>
        </w:rPr>
        <w:t xml:space="preserve"> (Lisa 1).</w:t>
      </w: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3C3AA9FF" w14:textId="661A69DD" w:rsidR="00E85637" w:rsidRDefault="00E85637" w:rsidP="00817427">
      <w:pPr>
        <w:jc w:val="both"/>
      </w:pPr>
    </w:p>
    <w:p w14:paraId="1E5C41C4" w14:textId="77777777" w:rsidR="00817427" w:rsidRDefault="00817427" w:rsidP="00817427">
      <w:pPr>
        <w:jc w:val="both"/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2508D1F" w14:textId="77777777" w:rsidR="00E85637" w:rsidRDefault="00E85637"/>
    <w:p w14:paraId="1742DB65" w14:textId="77777777" w:rsidR="00E85637" w:rsidRDefault="00E85637">
      <w:pPr>
        <w:rPr>
          <w:sz w:val="14"/>
        </w:rPr>
      </w:pPr>
    </w:p>
    <w:p w14:paraId="7AE7725A" w14:textId="77777777" w:rsidR="00E85637" w:rsidRDefault="00E85637">
      <w:pPr>
        <w:rPr>
          <w:sz w:val="2"/>
        </w:rPr>
      </w:pPr>
    </w:p>
    <w:p w14:paraId="563886FE" w14:textId="324EB870" w:rsidR="00864926" w:rsidRPr="00864926" w:rsidRDefault="00864926" w:rsidP="00864926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9C2255">
        <w:t>Herkki Kauts</w:t>
      </w:r>
      <w:r w:rsidRPr="00864926">
        <w:fldChar w:fldCharType="end"/>
      </w:r>
    </w:p>
    <w:p w14:paraId="519FAC0B" w14:textId="77777777" w:rsidR="00864926" w:rsidRPr="00864926" w:rsidRDefault="00864926" w:rsidP="00864926">
      <w:r w:rsidRPr="00864926"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Pr="00864926">
        <w:t>RMK Edela regiooni varumisjuht</w:t>
      </w:r>
      <w:r w:rsidRPr="00864926">
        <w:fldChar w:fldCharType="end"/>
      </w:r>
    </w:p>
    <w:p w14:paraId="2EA9B0DF" w14:textId="77777777" w:rsidR="00E85637" w:rsidRDefault="00E85637"/>
    <w:p w14:paraId="3EF31887" w14:textId="77777777" w:rsidR="00E85637" w:rsidRDefault="00E85637"/>
    <w:p w14:paraId="1E813045" w14:textId="77777777" w:rsidR="00E85637" w:rsidRDefault="00E85637"/>
    <w:p w14:paraId="5D257705" w14:textId="77777777" w:rsidR="00E85637" w:rsidRDefault="00E85637"/>
    <w:p w14:paraId="5389E422" w14:textId="443EEF23" w:rsidR="00864926" w:rsidRPr="00864926" w:rsidRDefault="00864926" w:rsidP="00864926">
      <w:r w:rsidRPr="00864926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9C2255" w:rsidRPr="009C2255">
        <w:t>5263396</w:t>
      </w:r>
      <w:r w:rsidR="009C2255">
        <w:t>, herkki.kauts</w:t>
      </w:r>
      <w:r w:rsidRPr="00864926">
        <w:t>@rmk.ee</w:t>
      </w:r>
      <w:r w:rsidRPr="00864926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5FF6" w14:textId="77777777" w:rsidR="005507F8" w:rsidRDefault="005507F8">
      <w:r>
        <w:separator/>
      </w:r>
    </w:p>
  </w:endnote>
  <w:endnote w:type="continuationSeparator" w:id="0">
    <w:p w14:paraId="69F45FF5" w14:textId="77777777" w:rsidR="005507F8" w:rsidRDefault="0055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137A" w14:textId="77777777" w:rsidR="005507F8" w:rsidRDefault="005507F8">
      <w:r>
        <w:separator/>
      </w:r>
    </w:p>
  </w:footnote>
  <w:footnote w:type="continuationSeparator" w:id="0">
    <w:p w14:paraId="09A7C06F" w14:textId="77777777" w:rsidR="005507F8" w:rsidRDefault="00550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57FC6"/>
    <w:rsid w:val="00084B1B"/>
    <w:rsid w:val="000A42B8"/>
    <w:rsid w:val="000D31BC"/>
    <w:rsid w:val="0015432F"/>
    <w:rsid w:val="00187A2D"/>
    <w:rsid w:val="001956F4"/>
    <w:rsid w:val="001D139F"/>
    <w:rsid w:val="001E4AC0"/>
    <w:rsid w:val="001E574A"/>
    <w:rsid w:val="00231DFB"/>
    <w:rsid w:val="002D03C6"/>
    <w:rsid w:val="003212B7"/>
    <w:rsid w:val="00326150"/>
    <w:rsid w:val="00356C40"/>
    <w:rsid w:val="00360D6D"/>
    <w:rsid w:val="003A08B0"/>
    <w:rsid w:val="00436506"/>
    <w:rsid w:val="004679E9"/>
    <w:rsid w:val="00491E34"/>
    <w:rsid w:val="004F4F69"/>
    <w:rsid w:val="004F7A94"/>
    <w:rsid w:val="005507F8"/>
    <w:rsid w:val="005E0BB1"/>
    <w:rsid w:val="005E3DCC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3191F"/>
    <w:rsid w:val="00845FCB"/>
    <w:rsid w:val="00864926"/>
    <w:rsid w:val="008B1038"/>
    <w:rsid w:val="008C0A3A"/>
    <w:rsid w:val="009025DB"/>
    <w:rsid w:val="009361CC"/>
    <w:rsid w:val="009434EC"/>
    <w:rsid w:val="009549A2"/>
    <w:rsid w:val="009854AC"/>
    <w:rsid w:val="009B3991"/>
    <w:rsid w:val="009B3ECA"/>
    <w:rsid w:val="009C2255"/>
    <w:rsid w:val="009D3F3A"/>
    <w:rsid w:val="009F608F"/>
    <w:rsid w:val="00A02E3A"/>
    <w:rsid w:val="00A4227C"/>
    <w:rsid w:val="00A9445B"/>
    <w:rsid w:val="00AA3A61"/>
    <w:rsid w:val="00AA6DA9"/>
    <w:rsid w:val="00AB0C9E"/>
    <w:rsid w:val="00B21EEA"/>
    <w:rsid w:val="00B36ECD"/>
    <w:rsid w:val="00B4080A"/>
    <w:rsid w:val="00B7608B"/>
    <w:rsid w:val="00BE1106"/>
    <w:rsid w:val="00BF0803"/>
    <w:rsid w:val="00C00FCF"/>
    <w:rsid w:val="00C20765"/>
    <w:rsid w:val="00C32B5E"/>
    <w:rsid w:val="00C52479"/>
    <w:rsid w:val="00C67247"/>
    <w:rsid w:val="00C82385"/>
    <w:rsid w:val="00C96083"/>
    <w:rsid w:val="00C973B7"/>
    <w:rsid w:val="00CE3EDD"/>
    <w:rsid w:val="00CF0857"/>
    <w:rsid w:val="00DF304D"/>
    <w:rsid w:val="00E367C6"/>
    <w:rsid w:val="00E85637"/>
    <w:rsid w:val="00EA58C5"/>
    <w:rsid w:val="00EC01CC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1</TotalTime>
  <Pages>1</Pages>
  <Words>88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604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2023-10-13T10:35:00Z</cp:lastPrinted>
  <dcterms:created xsi:type="dcterms:W3CDTF">2024-02-26T12:13:00Z</dcterms:created>
  <dcterms:modified xsi:type="dcterms:W3CDTF">2024-02-26T12:13:00Z</dcterms:modified>
</cp:coreProperties>
</file>